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FF3E50" w14:textId="77777777" w:rsidR="00242C6C" w:rsidRPr="00E36338" w:rsidRDefault="00E36338" w:rsidP="001B27E3">
      <w:pPr>
        <w:rPr>
          <w:rStyle w:val="titlu"/>
          <w:sz w:val="96"/>
          <w:szCs w:val="96"/>
        </w:rPr>
      </w:pPr>
      <w:bookmarkStart w:id="0" w:name="_GoBack"/>
      <w:bookmarkEnd w:id="0"/>
      <w:r w:rsidRPr="00E36338">
        <w:rPr>
          <w:rStyle w:val="titlu"/>
          <w:sz w:val="96"/>
          <w:szCs w:val="96"/>
        </w:rPr>
        <w:t>Introduceţi titlul evenimentului aici</w:t>
      </w:r>
    </w:p>
    <w:p w14:paraId="73066D3C" w14:textId="675C6337" w:rsidR="00E36338" w:rsidRDefault="00775C6D" w:rsidP="001B27E3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editId="4738C14C">
                <wp:simplePos x="0" y="0"/>
                <wp:positionH relativeFrom="column">
                  <wp:posOffset>-314325</wp:posOffset>
                </wp:positionH>
                <wp:positionV relativeFrom="paragraph">
                  <wp:posOffset>109220</wp:posOffset>
                </wp:positionV>
                <wp:extent cx="4863465" cy="131445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63465" cy="13144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4E4B49" mc:Ignorable="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24.75pt;margin-top:8.6pt;width:382.95pt;height:1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" fillcolor="#4e4b49" stroked="f" strokeweight="2pt">
                <v:path arrowok="t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editId="4B7D8546">
                <wp:simplePos x="0" y="0"/>
                <wp:positionH relativeFrom="column">
                  <wp:posOffset>5554980</wp:posOffset>
                </wp:positionH>
                <wp:positionV relativeFrom="paragraph">
                  <wp:posOffset>-1783715</wp:posOffset>
                </wp:positionV>
                <wp:extent cx="1481455" cy="94551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1455" cy="94551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F4315C" w14:textId="77777777" w:rsidR="00E872BF" w:rsidRDefault="00E872BF" w:rsidP="007A08AD">
                            <w:pPr>
                              <w:jc w:val="right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5816756E" w14:textId="77777777" w:rsidR="007A08AD" w:rsidRPr="00E872BF" w:rsidRDefault="007A08AD" w:rsidP="007A08AD">
                            <w:pPr>
                              <w:jc w:val="right"/>
                              <w:rPr>
                                <w:rFonts w:ascii="Trebuchet MS" w:hAnsi="Trebuchet MS"/>
                              </w:rPr>
                            </w:pPr>
                            <w:r w:rsidRPr="00E872BF">
                              <w:rPr>
                                <w:rFonts w:ascii="Trebuchet MS" w:hAnsi="Trebuchet MS"/>
                              </w:rPr>
                              <w:t>Iaşi</w:t>
                            </w:r>
                            <w:r w:rsidRPr="00E872BF">
                              <w:rPr>
                                <w:rFonts w:ascii="Trebuchet MS" w:hAnsi="Trebuchet MS"/>
                                <w:lang w:val="de-DE"/>
                              </w:rPr>
                              <w:t xml:space="preserve"> </w:t>
                            </w:r>
                            <w:r w:rsidRPr="00E872BF">
                              <w:rPr>
                                <w:rFonts w:ascii="Trebuchet MS" w:hAnsi="Trebuchet MS"/>
                                <w:lang w:val="en-US"/>
                              </w:rPr>
                              <w:t>/</w:t>
                            </w:r>
                            <w:r w:rsidRPr="00E872BF">
                              <w:rPr>
                                <w:rFonts w:ascii="Trebuchet MS" w:hAnsi="Trebuchet MS"/>
                              </w:rPr>
                              <w:t>ROMÂNIA</w:t>
                            </w:r>
                          </w:p>
                          <w:p w14:paraId="70A3E316" w14:textId="77777777" w:rsidR="007A08AD" w:rsidRPr="00E872BF" w:rsidRDefault="007A08AD" w:rsidP="007A08AD">
                            <w:pPr>
                              <w:jc w:val="right"/>
                              <w:rPr>
                                <w:rFonts w:ascii="Trebuchet MS" w:hAnsi="Trebuchet MS"/>
                              </w:rPr>
                            </w:pPr>
                            <w:r w:rsidRPr="00E872BF">
                              <w:rPr>
                                <w:rFonts w:ascii="Trebuchet MS" w:hAnsi="Trebuchet MS"/>
                              </w:rPr>
                              <w:t>www.uaic.ro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37.4pt;margin-top:-140.45pt;width:116.65pt;height:7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" stroked="f">
                <v:textbox>
                  <w:txbxContent>
                    <w:p w14:paraId="69F4315C" w14:textId="77777777" w:rsidR="00E872BF" w:rsidRDefault="00E872BF" w:rsidP="007A08AD">
                      <w:pPr>
                        <w:jc w:val="right"/>
                        <w:rPr>
                          <w:rFonts w:ascii="Trebuchet MS" w:hAnsi="Trebuchet MS"/>
                        </w:rPr>
                      </w:pPr>
                    </w:p>
                    <w:p w14:paraId="5816756E" w14:textId="77777777" w:rsidR="007A08AD" w:rsidRPr="00E872BF" w:rsidRDefault="007A08AD" w:rsidP="007A08AD">
                      <w:pPr>
                        <w:jc w:val="right"/>
                        <w:rPr>
                          <w:rFonts w:ascii="Trebuchet MS" w:hAnsi="Trebuchet MS"/>
                        </w:rPr>
                      </w:pPr>
                      <w:r w:rsidRPr="00E872BF">
                        <w:rPr>
                          <w:rFonts w:ascii="Trebuchet MS" w:hAnsi="Trebuchet MS"/>
                        </w:rPr>
                        <w:t>Iaşi</w:t>
                      </w:r>
                      <w:r w:rsidRPr="00E872BF">
                        <w:rPr>
                          <w:rFonts w:ascii="Trebuchet MS" w:hAnsi="Trebuchet MS"/>
                          <w:lang w:val="de-DE"/>
                        </w:rPr>
                        <w:t xml:space="preserve"> </w:t>
                      </w:r>
                      <w:r w:rsidRPr="00E872BF">
                        <w:rPr>
                          <w:rFonts w:ascii="Trebuchet MS" w:hAnsi="Trebuchet MS"/>
                          <w:lang w:val="en-US"/>
                        </w:rPr>
                        <w:t>/</w:t>
                      </w:r>
                      <w:r w:rsidRPr="00E872BF">
                        <w:rPr>
                          <w:rFonts w:ascii="Trebuchet MS" w:hAnsi="Trebuchet MS"/>
                        </w:rPr>
                        <w:t>ROMÂNIA</w:t>
                      </w:r>
                    </w:p>
                    <w:p w14:paraId="70A3E316" w14:textId="77777777" w:rsidR="007A08AD" w:rsidRPr="00E872BF" w:rsidRDefault="007A08AD" w:rsidP="007A08AD">
                      <w:pPr>
                        <w:jc w:val="right"/>
                        <w:rPr>
                          <w:rFonts w:ascii="Trebuchet MS" w:hAnsi="Trebuchet MS"/>
                        </w:rPr>
                      </w:pPr>
                      <w:r w:rsidRPr="00E872BF">
                        <w:rPr>
                          <w:rFonts w:ascii="Trebuchet MS" w:hAnsi="Trebuchet MS"/>
                        </w:rPr>
                        <w:t>www.uaic.ro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editId="4C98AA8C">
                <wp:simplePos x="0" y="0"/>
                <wp:positionH relativeFrom="column">
                  <wp:posOffset>56515</wp:posOffset>
                </wp:positionH>
                <wp:positionV relativeFrom="paragraph">
                  <wp:posOffset>189864</wp:posOffset>
                </wp:positionV>
                <wp:extent cx="6945630" cy="2"/>
                <wp:effectExtent l="0" t="0" r="7620" b="19048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45630" cy="2"/>
                        </a:xfrm>
                        <a:prstGeom prst="line">
                          <a:avLst/>
                        </a:prstGeom>
                        <a:ln>
                          <a:solidFill>
                            <a:srgbClr xmlns:a14="http://schemas.microsoft.com/office/drawing/2010/main" val="4E4B49" mc:Ignorable="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45pt,14.95pt" to="551.3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" strokecolor="#4e4b49">
                <o:lock v:ext="edit" shapetype="f"/>
              </v:line>
            </w:pict>
          </mc:Fallback>
        </mc:AlternateContent>
      </w:r>
    </w:p>
    <w:p w14:paraId="58997F78" w14:textId="77777777" w:rsidR="00E36338" w:rsidRDefault="00D57924" w:rsidP="001B27E3">
      <w:r w:rsidRPr="00BA3108">
        <w:rPr>
          <w:rStyle w:val="descriereeveniment"/>
        </w:rPr>
        <w:t>Scurt</w:t>
      </w:r>
      <w:r w:rsidR="00BA3108">
        <w:rPr>
          <w:rStyle w:val="descriereeveniment"/>
        </w:rPr>
        <w:t xml:space="preserve">ă descriere a </w:t>
      </w:r>
      <w:r w:rsidRPr="00BA3108">
        <w:rPr>
          <w:rStyle w:val="descriereeveniment"/>
        </w:rPr>
        <w:t>evenimentului</w:t>
      </w:r>
    </w:p>
    <w:p w14:paraId="13BC155C" w14:textId="77777777" w:rsidR="00E36338" w:rsidRDefault="007445C5" w:rsidP="001B27E3">
      <w:r w:rsidRPr="007445C5">
        <w:rPr>
          <w:rStyle w:val="ziuaevenimentului"/>
        </w:rPr>
        <w:t>Ziua</w:t>
      </w:r>
      <w:r w:rsidRPr="007445C5">
        <w:rPr>
          <w:rStyle w:val="descriereeveniment"/>
        </w:rPr>
        <w:t>luna evenimentului</w:t>
      </w:r>
    </w:p>
    <w:p w14:paraId="318C1A14" w14:textId="324B7A7A" w:rsidR="00E36338" w:rsidRDefault="00775C6D" w:rsidP="001B27E3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editId="5AF2DE6A">
                <wp:simplePos x="0" y="0"/>
                <wp:positionH relativeFrom="column">
                  <wp:posOffset>-532765</wp:posOffset>
                </wp:positionH>
                <wp:positionV relativeFrom="paragraph">
                  <wp:posOffset>173990</wp:posOffset>
                </wp:positionV>
                <wp:extent cx="4810760" cy="3504565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10760" cy="350456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4E4B49" mc:Ignorable="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41.95pt;margin-top:13.7pt;width:378.8pt;height:275.9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" fillcolor="#4e4b49" stroked="f" strokeweight="2pt">
                <v:path arrowok="t"/>
              </v:rect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114300" distR="114300" simplePos="0" relativeHeight="251659776" behindDoc="0" locked="0" layoutInCell="1" allowOverlap="1" wp14:editId="72E533D5">
            <wp:simplePos x="0" y="0"/>
            <wp:positionH relativeFrom="margin">
              <wp:posOffset>306705</wp:posOffset>
            </wp:positionH>
            <wp:positionV relativeFrom="margin">
              <wp:posOffset>4243705</wp:posOffset>
            </wp:positionV>
            <wp:extent cx="3954780" cy="3178810"/>
            <wp:effectExtent l="0" t="0" r="0" b="0"/>
            <wp:wrapSquare wrapText="bothSides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56" r="280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80" cy="317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D138D2" w14:textId="77777777" w:rsidR="00670A54" w:rsidRDefault="00670A54" w:rsidP="001B27E3"/>
    <w:p w14:paraId="037DBC0A" w14:textId="77777777" w:rsidR="00E42D69" w:rsidRDefault="00E42D69" w:rsidP="00E42D69">
      <w:pPr>
        <w:jc w:val="right"/>
        <w:rPr>
          <w:rStyle w:val="detalii2"/>
        </w:rPr>
      </w:pPr>
      <w:r>
        <w:rPr>
          <w:rStyle w:val="detalii2"/>
        </w:rPr>
        <w:t>Parteneri Eveniment:</w:t>
      </w:r>
    </w:p>
    <w:p w14:paraId="09A386C1" w14:textId="77777777" w:rsidR="00670A54" w:rsidRDefault="00E42D69" w:rsidP="00E42D69">
      <w:pPr>
        <w:jc w:val="right"/>
      </w:pPr>
      <w:r>
        <w:rPr>
          <w:rStyle w:val="detalii2"/>
        </w:rPr>
        <w:t>(introduceţi aici siglele)</w:t>
      </w:r>
    </w:p>
    <w:p w14:paraId="617559A7" w14:textId="77777777" w:rsidR="00670A54" w:rsidRDefault="00670A54" w:rsidP="001B27E3"/>
    <w:p w14:paraId="6DFD36B4" w14:textId="77777777" w:rsidR="00670A54" w:rsidRDefault="00670A54" w:rsidP="001B27E3"/>
    <w:p w14:paraId="26288BD5" w14:textId="77777777" w:rsidR="00670A54" w:rsidRDefault="00670A54" w:rsidP="001B27E3"/>
    <w:p w14:paraId="7C892857" w14:textId="77777777" w:rsidR="00670A54" w:rsidRDefault="00670A54" w:rsidP="001B27E3"/>
    <w:p w14:paraId="34DD9A20" w14:textId="77777777" w:rsidR="00670A54" w:rsidRDefault="00670A54" w:rsidP="001B27E3"/>
    <w:p w14:paraId="346E95AB" w14:textId="77777777" w:rsidR="00670A54" w:rsidRDefault="00670A54" w:rsidP="001B27E3"/>
    <w:p w14:paraId="11708502" w14:textId="77777777" w:rsidR="00670A54" w:rsidRDefault="00670A54" w:rsidP="001B27E3"/>
    <w:p w14:paraId="24AB66EF" w14:textId="77777777" w:rsidR="00670A54" w:rsidRDefault="00BE4912" w:rsidP="001B27E3">
      <w:r>
        <w:rPr>
          <w:rStyle w:val="detalii1"/>
        </w:rPr>
        <w:t>Din programul evenimentului</w:t>
      </w:r>
    </w:p>
    <w:p w14:paraId="5E98A40E" w14:textId="77777777" w:rsidR="00E42D69" w:rsidRDefault="00E42D69" w:rsidP="001B27E3">
      <w:pPr>
        <w:rPr>
          <w:rStyle w:val="detalii2"/>
        </w:rPr>
      </w:pPr>
      <w:r>
        <w:rPr>
          <w:rStyle w:val="detalii2"/>
        </w:rPr>
        <w:t>Alte detalii despre eveniment</w:t>
      </w:r>
    </w:p>
    <w:p w14:paraId="20DAA6FF" w14:textId="77777777" w:rsidR="00670A54" w:rsidRPr="001B27E3" w:rsidRDefault="00E42D69" w:rsidP="001B27E3">
      <w:r>
        <w:rPr>
          <w:rStyle w:val="detalii2"/>
        </w:rPr>
        <w:t>Locaţie, oră</w:t>
      </w:r>
    </w:p>
    <w:sectPr w:rsidR="00670A54" w:rsidRPr="001B27E3" w:rsidSect="00E42D69">
      <w:footerReference w:type="default" r:id="rId10"/>
      <w:pgSz w:w="11906" w:h="16838"/>
      <w:pgMar w:top="709" w:right="424" w:bottom="1843" w:left="426" w:header="708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34E432" w14:textId="77777777" w:rsidR="008F4716" w:rsidRDefault="008F4716" w:rsidP="00D44460">
      <w:pPr>
        <w:spacing w:after="0" w:line="240" w:lineRule="auto"/>
      </w:pPr>
      <w:r>
        <w:separator/>
      </w:r>
    </w:p>
  </w:endnote>
  <w:endnote w:type="continuationSeparator" w:id="0">
    <w:p w14:paraId="65C36F61" w14:textId="77777777" w:rsidR="008F4716" w:rsidRDefault="008F4716" w:rsidP="00D44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BD248" w14:textId="25A9DD22" w:rsidR="00FD400A" w:rsidRDefault="00775C6D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800" behindDoc="0" locked="0" layoutInCell="1" allowOverlap="1" wp14:editId="56AF7F0C">
          <wp:simplePos x="0" y="0"/>
          <wp:positionH relativeFrom="column">
            <wp:posOffset>4363085</wp:posOffset>
          </wp:positionH>
          <wp:positionV relativeFrom="paragraph">
            <wp:posOffset>-440055</wp:posOffset>
          </wp:positionV>
          <wp:extent cx="445135" cy="493395"/>
          <wp:effectExtent l="0" t="0" r="0" b="0"/>
          <wp:wrapNone/>
          <wp:docPr id="4" name="Picture 4" descr="D:\My Dropbox\shared cu cosmin\embleme\chim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My Dropbox\shared cu cosmin\embleme\chimi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13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 mc:Ignorable="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 mc:Ignorable="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editId="6D09AADC">
              <wp:simplePos x="0" y="0"/>
              <wp:positionH relativeFrom="column">
                <wp:posOffset>4808220</wp:posOffset>
              </wp:positionH>
              <wp:positionV relativeFrom="paragraph">
                <wp:posOffset>-448945</wp:posOffset>
              </wp:positionV>
              <wp:extent cx="2313305" cy="50228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3305" cy="5022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10B699" w14:textId="77777777" w:rsidR="00E42D69" w:rsidRPr="003F5386" w:rsidRDefault="00E42D69" w:rsidP="00E42D69">
                          <w:pPr>
                            <w:spacing w:after="80" w:line="240" w:lineRule="auto"/>
                          </w:pPr>
                          <w:r w:rsidRPr="003F5386">
                            <w:t>Facultatea de</w:t>
                          </w:r>
                        </w:p>
                        <w:p w14:paraId="1539F35C" w14:textId="77777777" w:rsidR="00E42D69" w:rsidRPr="003F5386" w:rsidRDefault="00775C6D" w:rsidP="00E42D69">
                          <w:pPr>
                            <w:spacing w:after="80" w:line="240" w:lineRule="auto"/>
                          </w:pPr>
                          <w:r>
                            <w:t>Chimie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78.6pt;margin-top:-35.35pt;width:182.15pt;height:39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" filled="f" stroked="f">
              <v:textbox>
                <w:txbxContent>
                  <w:p w14:paraId="4D10B699" w14:textId="77777777" w:rsidR="00E42D69" w:rsidRPr="003F5386" w:rsidRDefault="00E42D69" w:rsidP="00E42D69">
                    <w:pPr>
                      <w:spacing w:after="80" w:line="240" w:lineRule="auto"/>
                    </w:pPr>
                    <w:r w:rsidRPr="003F5386">
                      <w:t>Facultatea de</w:t>
                    </w:r>
                  </w:p>
                  <w:p w14:paraId="1539F35C" w14:textId="77777777" w:rsidR="00E42D69" w:rsidRPr="003F5386" w:rsidRDefault="00775C6D" w:rsidP="00E42D69">
                    <w:pPr>
                      <w:spacing w:after="80" w:line="240" w:lineRule="auto"/>
                    </w:pPr>
                    <w:r>
                      <w:t>Chimie</w:t>
                    </w:r>
                  </w:p>
                </w:txbxContent>
              </v:textbox>
            </v:shape>
          </w:pict>
        </mc:Fallback>
      </mc:AlternateContent>
    </w:r>
  </w:p>
  <w:p w14:paraId="793ED93D" w14:textId="0780CE56" w:rsidR="00D44460" w:rsidRDefault="00775C6D" w:rsidP="00D44460">
    <w:pPr>
      <w:pStyle w:val="Footer"/>
      <w:tabs>
        <w:tab w:val="clear" w:pos="9072"/>
        <w:tab w:val="right" w:pos="11057"/>
      </w:tabs>
      <w:jc w:val="center"/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editId="7A5E1CB9">
          <wp:simplePos x="0" y="0"/>
          <wp:positionH relativeFrom="column">
            <wp:posOffset>-352425</wp:posOffset>
          </wp:positionH>
          <wp:positionV relativeFrom="paragraph">
            <wp:posOffset>-906145</wp:posOffset>
          </wp:positionV>
          <wp:extent cx="7608570" cy="1141730"/>
          <wp:effectExtent l="0" t="0" r="0" b="0"/>
          <wp:wrapThrough wrapText="bothSides">
            <wp:wrapPolygon edited="0">
              <wp:start x="0" y="0"/>
              <wp:lineTo x="0" y="21264"/>
              <wp:lineTo x="21524" y="21264"/>
              <wp:lineTo x="21524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570" cy="11417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 mc:Ignorable="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 mc:Ignorable="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32D64" w14:textId="77777777" w:rsidR="008F4716" w:rsidRDefault="008F4716" w:rsidP="00D44460">
      <w:pPr>
        <w:spacing w:after="0" w:line="240" w:lineRule="auto"/>
      </w:pPr>
      <w:r>
        <w:separator/>
      </w:r>
    </w:p>
  </w:footnote>
  <w:footnote w:type="continuationSeparator" w:id="0">
    <w:p w14:paraId="33A368F9" w14:textId="77777777" w:rsidR="008F4716" w:rsidRDefault="008F4716" w:rsidP="00D444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D"/>
    <w:rsid w:val="00185D63"/>
    <w:rsid w:val="001B27E3"/>
    <w:rsid w:val="00242C6C"/>
    <w:rsid w:val="003D77F0"/>
    <w:rsid w:val="003F5386"/>
    <w:rsid w:val="00496C04"/>
    <w:rsid w:val="00514FF8"/>
    <w:rsid w:val="00670A54"/>
    <w:rsid w:val="007445C5"/>
    <w:rsid w:val="00775C6D"/>
    <w:rsid w:val="007A08AD"/>
    <w:rsid w:val="008D2150"/>
    <w:rsid w:val="008F4716"/>
    <w:rsid w:val="00A100A6"/>
    <w:rsid w:val="00A35708"/>
    <w:rsid w:val="00B049BF"/>
    <w:rsid w:val="00BA3108"/>
    <w:rsid w:val="00BA7263"/>
    <w:rsid w:val="00BC6898"/>
    <w:rsid w:val="00BE4912"/>
    <w:rsid w:val="00D44460"/>
    <w:rsid w:val="00D57924"/>
    <w:rsid w:val="00E36338"/>
    <w:rsid w:val="00E40EAA"/>
    <w:rsid w:val="00E42D69"/>
    <w:rsid w:val="00E715EC"/>
    <w:rsid w:val="00E872BF"/>
    <w:rsid w:val="00F83984"/>
    <w:rsid w:val="00FD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466A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4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460"/>
  </w:style>
  <w:style w:type="paragraph" w:styleId="Footer">
    <w:name w:val="footer"/>
    <w:basedOn w:val="Normal"/>
    <w:link w:val="FooterChar"/>
    <w:uiPriority w:val="99"/>
    <w:unhideWhenUsed/>
    <w:rsid w:val="00D44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460"/>
  </w:style>
  <w:style w:type="paragraph" w:styleId="BalloonText">
    <w:name w:val="Balloon Text"/>
    <w:basedOn w:val="Normal"/>
    <w:link w:val="BalloonTextChar"/>
    <w:uiPriority w:val="99"/>
    <w:semiHidden/>
    <w:unhideWhenUsed/>
    <w:rsid w:val="00D44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46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B27E3"/>
    <w:rPr>
      <w:color w:val="808080"/>
    </w:rPr>
  </w:style>
  <w:style w:type="character" w:customStyle="1" w:styleId="titlueveniment">
    <w:name w:val="titlu eveniment"/>
    <w:uiPriority w:val="1"/>
    <w:rsid w:val="001B27E3"/>
    <w:rPr>
      <w:rFonts w:ascii="Georgia" w:hAnsi="Georgia"/>
      <w:color w:val="4E4B49"/>
      <w:sz w:val="44"/>
    </w:rPr>
  </w:style>
  <w:style w:type="character" w:customStyle="1" w:styleId="titlu">
    <w:name w:val="titlu"/>
    <w:basedOn w:val="titlueveniment"/>
    <w:uiPriority w:val="1"/>
    <w:rsid w:val="001B27E3"/>
    <w:rPr>
      <w:rFonts w:ascii="Georgia" w:hAnsi="Georgia"/>
      <w:color w:val="4E4B49"/>
      <w:sz w:val="144"/>
    </w:rPr>
  </w:style>
  <w:style w:type="character" w:customStyle="1" w:styleId="descriereeveniment">
    <w:name w:val="descriere eveniment"/>
    <w:basedOn w:val="DefaultParagraphFont"/>
    <w:uiPriority w:val="1"/>
    <w:rsid w:val="00BA3108"/>
    <w:rPr>
      <w:rFonts w:ascii="Trebuchet MS" w:hAnsi="Trebuchet MS"/>
      <w:color w:val="95AE9F"/>
      <w:sz w:val="44"/>
    </w:rPr>
  </w:style>
  <w:style w:type="character" w:customStyle="1" w:styleId="ziuaevenimentului">
    <w:name w:val="ziua evenimentului"/>
    <w:basedOn w:val="DefaultParagraphFont"/>
    <w:uiPriority w:val="1"/>
    <w:rsid w:val="007445C5"/>
    <w:rPr>
      <w:rFonts w:ascii="Georgia" w:hAnsi="Georgia"/>
      <w:color w:val="95AE9F"/>
      <w:sz w:val="144"/>
    </w:rPr>
  </w:style>
  <w:style w:type="character" w:customStyle="1" w:styleId="detaliiculoareinchisa">
    <w:name w:val="detalii culoare inchisa"/>
    <w:basedOn w:val="DefaultParagraphFont"/>
    <w:uiPriority w:val="1"/>
    <w:rsid w:val="00670A54"/>
  </w:style>
  <w:style w:type="character" w:customStyle="1" w:styleId="detalii1">
    <w:name w:val="detalii1"/>
    <w:basedOn w:val="DefaultParagraphFont"/>
    <w:uiPriority w:val="1"/>
    <w:rsid w:val="00BE4912"/>
    <w:rPr>
      <w:rFonts w:ascii="Trebuchet MS" w:hAnsi="Trebuchet MS"/>
      <w:b/>
      <w:color w:val="4E4B49"/>
      <w:sz w:val="32"/>
    </w:rPr>
  </w:style>
  <w:style w:type="character" w:customStyle="1" w:styleId="detalii2">
    <w:name w:val="detalii2"/>
    <w:basedOn w:val="DefaultParagraphFont"/>
    <w:uiPriority w:val="1"/>
    <w:rsid w:val="00E42D69"/>
    <w:rPr>
      <w:rFonts w:ascii="Trebuchet MS" w:hAnsi="Trebuchet MS"/>
      <w:b/>
      <w:color w:val="95AE9F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4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460"/>
  </w:style>
  <w:style w:type="paragraph" w:styleId="Footer">
    <w:name w:val="footer"/>
    <w:basedOn w:val="Normal"/>
    <w:link w:val="FooterChar"/>
    <w:uiPriority w:val="99"/>
    <w:unhideWhenUsed/>
    <w:rsid w:val="00D44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460"/>
  </w:style>
  <w:style w:type="paragraph" w:styleId="BalloonText">
    <w:name w:val="Balloon Text"/>
    <w:basedOn w:val="Normal"/>
    <w:link w:val="BalloonTextChar"/>
    <w:uiPriority w:val="99"/>
    <w:semiHidden/>
    <w:unhideWhenUsed/>
    <w:rsid w:val="00D44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46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B27E3"/>
    <w:rPr>
      <w:color w:val="808080"/>
    </w:rPr>
  </w:style>
  <w:style w:type="character" w:customStyle="1" w:styleId="titlueveniment">
    <w:name w:val="titlu eveniment"/>
    <w:uiPriority w:val="1"/>
    <w:rsid w:val="001B27E3"/>
    <w:rPr>
      <w:rFonts w:ascii="Georgia" w:hAnsi="Georgia"/>
      <w:color w:val="4E4B49"/>
      <w:sz w:val="44"/>
    </w:rPr>
  </w:style>
  <w:style w:type="character" w:customStyle="1" w:styleId="titlu">
    <w:name w:val="titlu"/>
    <w:basedOn w:val="titlueveniment"/>
    <w:uiPriority w:val="1"/>
    <w:rsid w:val="001B27E3"/>
    <w:rPr>
      <w:rFonts w:ascii="Georgia" w:hAnsi="Georgia"/>
      <w:color w:val="4E4B49"/>
      <w:sz w:val="144"/>
    </w:rPr>
  </w:style>
  <w:style w:type="character" w:customStyle="1" w:styleId="descriereeveniment">
    <w:name w:val="descriere eveniment"/>
    <w:basedOn w:val="DefaultParagraphFont"/>
    <w:uiPriority w:val="1"/>
    <w:rsid w:val="00BA3108"/>
    <w:rPr>
      <w:rFonts w:ascii="Trebuchet MS" w:hAnsi="Trebuchet MS"/>
      <w:color w:val="95AE9F"/>
      <w:sz w:val="44"/>
    </w:rPr>
  </w:style>
  <w:style w:type="character" w:customStyle="1" w:styleId="ziuaevenimentului">
    <w:name w:val="ziua evenimentului"/>
    <w:basedOn w:val="DefaultParagraphFont"/>
    <w:uiPriority w:val="1"/>
    <w:rsid w:val="007445C5"/>
    <w:rPr>
      <w:rFonts w:ascii="Georgia" w:hAnsi="Georgia"/>
      <w:color w:val="95AE9F"/>
      <w:sz w:val="144"/>
    </w:rPr>
  </w:style>
  <w:style w:type="character" w:customStyle="1" w:styleId="detaliiculoareinchisa">
    <w:name w:val="detalii culoare inchisa"/>
    <w:basedOn w:val="DefaultParagraphFont"/>
    <w:uiPriority w:val="1"/>
    <w:rsid w:val="00670A54"/>
  </w:style>
  <w:style w:type="character" w:customStyle="1" w:styleId="detalii1">
    <w:name w:val="detalii1"/>
    <w:basedOn w:val="DefaultParagraphFont"/>
    <w:uiPriority w:val="1"/>
    <w:rsid w:val="00BE4912"/>
    <w:rPr>
      <w:rFonts w:ascii="Trebuchet MS" w:hAnsi="Trebuchet MS"/>
      <w:b/>
      <w:color w:val="4E4B49"/>
      <w:sz w:val="32"/>
    </w:rPr>
  </w:style>
  <w:style w:type="character" w:customStyle="1" w:styleId="detalii2">
    <w:name w:val="detalii2"/>
    <w:basedOn w:val="DefaultParagraphFont"/>
    <w:uiPriority w:val="1"/>
    <w:rsid w:val="00E42D69"/>
    <w:rPr>
      <w:rFonts w:ascii="Trebuchet MS" w:hAnsi="Trebuchet MS"/>
      <w:b/>
      <w:color w:val="95AE9F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ropbox\shared%20cu%20cosmin\Afise\1%20Biologi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/>
      <outs:isPinned>true</outs:isPinned>
    </outs:relatedDate>
    <outs:relatedDate>
      <outs:type>2</outs:type>
      <outs:displayName>Created</outs:displayName>
      <outs:dateTime>2010-02-24T10:21:00Z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/>
  <outs:relatedPeople>
    <outs:relatedPeopleItem>
      <outs:category>Author</outs:category>
      <outs:people>
        <outs:relatedPerson>
          <outs:displayName>Cosmin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>false</outs:corruptMetadataWasLost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983AE-BFE7-414E-8DDA-C01E74A9BDD5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1A5E90A3-3D87-4B1B-800A-E9DCA26A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 Biologie</Template>
  <TotalTime>2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Introduceţi titlul evenimentului</vt:lpstr>
    </vt:vector>
  </TitlesOfParts>
  <Company>TOSHIBA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Introduceţi titlul evenimentului</dc:title>
  <dc:creator>Cosmin</dc:creator>
  <cp:lastModifiedBy>Cosmin</cp:lastModifiedBy>
  <cp:revision>1</cp:revision>
  <dcterms:created xsi:type="dcterms:W3CDTF">2010-03-01T11:35:00Z</dcterms:created>
  <dcterms:modified xsi:type="dcterms:W3CDTF">2010-03-01T11:37:00Z</dcterms:modified>
</cp:coreProperties>
</file>